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49D" w:rsidRPr="00DD247E" w:rsidRDefault="00BF73E6">
      <w:pPr>
        <w:spacing w:before="91" w:after="0" w:line="240" w:lineRule="auto"/>
        <w:ind w:left="107" w:right="-20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noProof/>
          <w:sz w:val="13"/>
          <w:szCs w:val="13"/>
          <w:lang w:val="en-AU" w:eastAsia="en-AU"/>
        </w:rPr>
        <w:drawing>
          <wp:inline distT="0" distB="0" distL="0" distR="0" wp14:anchorId="0678B3AB" wp14:editId="5F915473">
            <wp:extent cx="2230120" cy="538480"/>
            <wp:effectExtent l="0" t="0" r="0" b="0"/>
            <wp:docPr id="76" name="Picture 76" descr="Australian Government 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tGovt1A_180dpi_RG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noProof/>
          <w:sz w:val="20"/>
          <w:szCs w:val="20"/>
          <w:lang w:val="en-AU" w:eastAsia="en-AU"/>
        </w:rPr>
        <w:drawing>
          <wp:inline distT="0" distB="0" distL="0" distR="0">
            <wp:extent cx="1399032" cy="640080"/>
            <wp:effectExtent l="0" t="0" r="0" b="7620"/>
            <wp:docPr id="77" name="Picture 77" descr="What's Nex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 Next_CMY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032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49D" w:rsidRPr="00DD247E" w:rsidRDefault="00C4749D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C4749D" w:rsidRPr="005E725A" w:rsidRDefault="00A47C40" w:rsidP="00A47C40">
      <w:pPr>
        <w:pStyle w:val="Title"/>
      </w:pPr>
      <w:r>
        <w:t xml:space="preserve">Automotive workers </w:t>
      </w:r>
      <w:r w:rsidR="00332066">
        <w:t>–</w:t>
      </w:r>
      <w:r>
        <w:t xml:space="preserve"> </w:t>
      </w:r>
      <w:r w:rsidR="00332066">
        <w:t>take your</w:t>
      </w:r>
      <w:r>
        <w:t xml:space="preserve"> skills </w:t>
      </w:r>
      <w:r w:rsidR="00332066">
        <w:t xml:space="preserve">to </w:t>
      </w:r>
      <w:r>
        <w:t>your next job</w:t>
      </w:r>
    </w:p>
    <w:p w:rsidR="00C4749D" w:rsidRPr="00DD247E" w:rsidRDefault="00C4749D">
      <w:pPr>
        <w:spacing w:before="8" w:after="0" w:line="100" w:lineRule="exact"/>
        <w:rPr>
          <w:rFonts w:ascii="Arial" w:hAnsi="Arial" w:cs="Arial"/>
          <w:sz w:val="10"/>
          <w:szCs w:val="10"/>
        </w:rPr>
      </w:pPr>
    </w:p>
    <w:p w:rsidR="00C4749D" w:rsidRPr="00DD247E" w:rsidRDefault="00C4749D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C4749D" w:rsidRPr="008B4D36" w:rsidRDefault="00BF73E6" w:rsidP="005E725A">
      <w:pPr>
        <w:pStyle w:val="Intro"/>
      </w:pPr>
      <w:r>
        <w:t xml:space="preserve">Working </w:t>
      </w:r>
      <w:r w:rsidRPr="00007C06">
        <w:t>in the automotive</w:t>
      </w:r>
      <w:r>
        <w:t xml:space="preserve"> </w:t>
      </w:r>
      <w:r w:rsidRPr="00007C06">
        <w:t>industry</w:t>
      </w:r>
      <w:r>
        <w:t>,</w:t>
      </w:r>
      <w:r w:rsidRPr="00007C06">
        <w:t xml:space="preserve"> </w:t>
      </w:r>
      <w:r>
        <w:t>you have a number of valuable skills that</w:t>
      </w:r>
      <w:r w:rsidRPr="00007C06">
        <w:t xml:space="preserve"> </w:t>
      </w:r>
      <w:r>
        <w:t>can be transferred to your next job.</w:t>
      </w:r>
    </w:p>
    <w:p w:rsidR="00C4749D" w:rsidRPr="00DD247E" w:rsidRDefault="00C4749D">
      <w:pPr>
        <w:spacing w:after="0"/>
        <w:rPr>
          <w:rFonts w:ascii="Arial" w:hAnsi="Arial" w:cs="Arial"/>
        </w:rPr>
        <w:sectPr w:rsidR="00C4749D" w:rsidRPr="00DD247E" w:rsidSect="00A47C40">
          <w:headerReference w:type="default" r:id="rId10"/>
          <w:footerReference w:type="default" r:id="rId11"/>
          <w:headerReference w:type="first" r:id="rId12"/>
          <w:type w:val="continuous"/>
          <w:pgSz w:w="11920" w:h="16840"/>
          <w:pgMar w:top="284" w:right="1460" w:bottom="280" w:left="1640" w:header="720" w:footer="720" w:gutter="0"/>
          <w:cols w:space="720"/>
          <w:titlePg/>
          <w:docGrid w:linePitch="299"/>
        </w:sectPr>
      </w:pPr>
    </w:p>
    <w:p w:rsidR="00C4749D" w:rsidRDefault="00A47C40" w:rsidP="00332066">
      <w:pPr>
        <w:pStyle w:val="Heading2"/>
        <w:spacing w:before="0"/>
      </w:pPr>
      <w:r>
        <w:t>What are some of the transferable skills I might have?</w:t>
      </w:r>
    </w:p>
    <w:p w:rsidR="003C3917" w:rsidRPr="003C3917" w:rsidRDefault="003C3917" w:rsidP="00332066">
      <w:pPr>
        <w:pStyle w:val="ListParagraph"/>
        <w:spacing w:line="276" w:lineRule="auto"/>
      </w:pPr>
      <w:r w:rsidRPr="003C3917">
        <w:t>knowledge of complex manufacturing processes</w:t>
      </w:r>
    </w:p>
    <w:p w:rsidR="003C3917" w:rsidRPr="003C3917" w:rsidRDefault="003C3917" w:rsidP="00332066">
      <w:pPr>
        <w:pStyle w:val="ListParagraph"/>
        <w:spacing w:line="276" w:lineRule="auto"/>
      </w:pPr>
      <w:r w:rsidRPr="003C3917">
        <w:t>ability to solve problems</w:t>
      </w:r>
    </w:p>
    <w:p w:rsidR="003C3917" w:rsidRPr="003C3917" w:rsidRDefault="003C3917" w:rsidP="00332066">
      <w:pPr>
        <w:pStyle w:val="ListParagraph"/>
        <w:spacing w:line="276" w:lineRule="auto"/>
      </w:pPr>
      <w:r w:rsidRPr="003C3917">
        <w:t xml:space="preserve">ability to follow instructions and work in </w:t>
      </w:r>
      <w:r>
        <w:br/>
      </w:r>
      <w:r w:rsidRPr="003C3917">
        <w:t>a team</w:t>
      </w:r>
    </w:p>
    <w:p w:rsidR="003C3917" w:rsidRPr="003C3917" w:rsidRDefault="003C3917" w:rsidP="00332066">
      <w:pPr>
        <w:pStyle w:val="ListParagraph"/>
        <w:spacing w:line="276" w:lineRule="auto"/>
      </w:pPr>
      <w:r w:rsidRPr="003C3917">
        <w:t>knowledge of quality control processes and LEAN manufacturing systems</w:t>
      </w:r>
    </w:p>
    <w:p w:rsidR="003C3917" w:rsidRPr="003C3917" w:rsidRDefault="003C3917" w:rsidP="00332066">
      <w:pPr>
        <w:pStyle w:val="ListParagraph"/>
        <w:spacing w:line="276" w:lineRule="auto"/>
      </w:pPr>
      <w:r w:rsidRPr="003C3917">
        <w:t>prioritising work health and safety</w:t>
      </w:r>
    </w:p>
    <w:p w:rsidR="003C3917" w:rsidRPr="003C3917" w:rsidRDefault="003C3917" w:rsidP="00332066">
      <w:pPr>
        <w:pStyle w:val="ListParagraph"/>
        <w:spacing w:line="276" w:lineRule="auto"/>
      </w:pPr>
      <w:r w:rsidRPr="003C3917">
        <w:t>ability to identify hazards</w:t>
      </w:r>
    </w:p>
    <w:p w:rsidR="003C3917" w:rsidRPr="003C3917" w:rsidRDefault="003C3917" w:rsidP="00332066">
      <w:pPr>
        <w:pStyle w:val="ListParagraph"/>
        <w:spacing w:line="276" w:lineRule="auto"/>
      </w:pPr>
      <w:r w:rsidRPr="003C3917">
        <w:t>good attention to detail</w:t>
      </w:r>
    </w:p>
    <w:p w:rsidR="003C3917" w:rsidRPr="003C3917" w:rsidRDefault="003C3917" w:rsidP="00332066">
      <w:pPr>
        <w:pStyle w:val="ListParagraph"/>
        <w:spacing w:line="276" w:lineRule="auto"/>
      </w:pPr>
      <w:r w:rsidRPr="003C3917">
        <w:t>ability to work in a fast-paced environment and under pressure</w:t>
      </w:r>
    </w:p>
    <w:p w:rsidR="003C3917" w:rsidRPr="003C3917" w:rsidRDefault="003C3917" w:rsidP="00332066">
      <w:pPr>
        <w:pStyle w:val="ListParagraph"/>
        <w:spacing w:line="276" w:lineRule="auto"/>
      </w:pPr>
      <w:r w:rsidRPr="003C3917">
        <w:t>ability to use hand and power tools and,</w:t>
      </w:r>
    </w:p>
    <w:p w:rsidR="003C3917" w:rsidRPr="00332066" w:rsidRDefault="003C3917" w:rsidP="00332066">
      <w:pPr>
        <w:pStyle w:val="ListParagraph"/>
        <w:spacing w:line="276" w:lineRule="auto"/>
      </w:pPr>
      <w:r w:rsidRPr="003C3917">
        <w:t xml:space="preserve">ability to manage your own time. </w:t>
      </w:r>
    </w:p>
    <w:p w:rsidR="00C4749D" w:rsidRPr="008B4D36" w:rsidRDefault="00A47C40" w:rsidP="00A47C40">
      <w:pPr>
        <w:pStyle w:val="Heading2"/>
      </w:pPr>
      <w:r>
        <w:t xml:space="preserve">How do I show </w:t>
      </w:r>
      <w:r w:rsidR="00332066">
        <w:t>employers my</w:t>
      </w:r>
      <w:r>
        <w:t xml:space="preserve"> skills?</w:t>
      </w:r>
    </w:p>
    <w:p w:rsidR="003C3917" w:rsidRDefault="003C3917" w:rsidP="003C3917">
      <w:r>
        <w:t xml:space="preserve">When </w:t>
      </w:r>
      <w:r w:rsidRPr="009434E0">
        <w:t xml:space="preserve">applying for jobs, writing </w:t>
      </w:r>
      <w:r>
        <w:t>a resume</w:t>
      </w:r>
      <w:r w:rsidRPr="009434E0">
        <w:t xml:space="preserve"> or taking part in </w:t>
      </w:r>
      <w:r>
        <w:t>a job interview,</w:t>
      </w:r>
      <w:r w:rsidRPr="009434E0">
        <w:t xml:space="preserve"> </w:t>
      </w:r>
      <w:r w:rsidR="00332066">
        <w:t>showing</w:t>
      </w:r>
      <w:r w:rsidRPr="009434E0">
        <w:t xml:space="preserve"> </w:t>
      </w:r>
      <w:r>
        <w:t xml:space="preserve">your </w:t>
      </w:r>
      <w:r w:rsidRPr="009434E0">
        <w:t>transferable skills</w:t>
      </w:r>
      <w:r>
        <w:t xml:space="preserve"> is important. </w:t>
      </w:r>
      <w:r w:rsidR="00332066">
        <w:t>Y</w:t>
      </w:r>
      <w:r>
        <w:t xml:space="preserve">our </w:t>
      </w:r>
      <w:r w:rsidR="00332066">
        <w:t xml:space="preserve">skills can set you apart from other people - your </w:t>
      </w:r>
      <w:bookmarkStart w:id="0" w:name="_GoBack"/>
      <w:bookmarkEnd w:id="0"/>
      <w:r>
        <w:t>broad work and personal experiences, ability to learn new skills and adapt to new environments quickly.</w:t>
      </w:r>
    </w:p>
    <w:p w:rsidR="00810B18" w:rsidRPr="003C3917" w:rsidRDefault="003C3917" w:rsidP="003C3917">
      <w:pPr>
        <w:widowControl/>
        <w:spacing w:after="0" w:line="240" w:lineRule="auto"/>
        <w:rPr>
          <w:rFonts w:eastAsiaTheme="minorEastAsia"/>
          <w:noProof/>
          <w:lang w:val="en-AU"/>
        </w:rPr>
      </w:pPr>
      <w:r>
        <w:t>Transferable skills are not only gained at work, they can come from a range of activities such as volunteering, coaching team sports or through involvement in clubs or school committees.</w:t>
      </w:r>
    </w:p>
    <w:p w:rsidR="00C4749D" w:rsidRPr="008B4D36" w:rsidRDefault="005E725A" w:rsidP="00332066">
      <w:pPr>
        <w:pStyle w:val="Heading2"/>
        <w:spacing w:before="0" w:after="240" w:line="240" w:lineRule="auto"/>
      </w:pPr>
      <w:r>
        <w:br w:type="column"/>
      </w:r>
      <w:r w:rsidR="003C3917" w:rsidRPr="00D72810">
        <w:t>What’s Next?</w:t>
      </w:r>
    </w:p>
    <w:p w:rsidR="003C3917" w:rsidRDefault="003C3917" w:rsidP="003C3917">
      <w:r>
        <w:t xml:space="preserve">Did you know that many industries that are experiencing growth, require workers to have similar qualifications or skills as automotive workers? </w:t>
      </w:r>
    </w:p>
    <w:p w:rsidR="00271C2D" w:rsidRDefault="003C3917" w:rsidP="003C3917">
      <w:r>
        <w:t xml:space="preserve">These industries include construction, accommodation and food services, transport, postal and warehousing, public administration and safety, and health care and social assistance. </w:t>
      </w:r>
    </w:p>
    <w:p w:rsidR="003C3917" w:rsidRDefault="003C3917" w:rsidP="003C3917">
      <w:r>
        <w:t>To find out more about these industries and to see the</w:t>
      </w:r>
      <w:r w:rsidRPr="00A148F2">
        <w:t xml:space="preserve"> </w:t>
      </w:r>
      <w:r>
        <w:t xml:space="preserve">qualifications or skills you need to work in these industries, visit the </w:t>
      </w:r>
      <w:hyperlink r:id="rId13" w:history="1">
        <w:r w:rsidR="00271C2D" w:rsidRPr="00737D86">
          <w:rPr>
            <w:rStyle w:val="Hyperlink"/>
          </w:rPr>
          <w:t>joboutlook.gov.au</w:t>
        </w:r>
      </w:hyperlink>
      <w:r w:rsidR="00271C2D">
        <w:t xml:space="preserve"> website. </w:t>
      </w:r>
    </w:p>
    <w:p w:rsidR="00332066" w:rsidRPr="00332066" w:rsidRDefault="003C3917" w:rsidP="00332066">
      <w:pPr>
        <w:widowControl/>
        <w:spacing w:before="120" w:line="240" w:lineRule="auto"/>
        <w:rPr>
          <w:rFonts w:eastAsiaTheme="minorEastAsia"/>
          <w:noProof/>
          <w:lang w:val="en-AU"/>
        </w:rPr>
      </w:pPr>
      <w:r>
        <w:t xml:space="preserve">The </w:t>
      </w:r>
      <w:hyperlink r:id="rId14" w:history="1">
        <w:r w:rsidR="00C62B6A" w:rsidRPr="00737D86">
          <w:rPr>
            <w:rStyle w:val="Hyperlink"/>
          </w:rPr>
          <w:t>whatsnext.jobs.gov.au/changing-lanes</w:t>
        </w:r>
      </w:hyperlink>
      <w:r w:rsidR="00C62B6A">
        <w:t xml:space="preserve"> </w:t>
      </w:r>
      <w:r>
        <w:t xml:space="preserve"> website also contains useful information for retrenched workers from the automotive industry.</w:t>
      </w:r>
    </w:p>
    <w:p w:rsidR="00C4749D" w:rsidRPr="00A62572" w:rsidRDefault="003C3917" w:rsidP="00271C2D">
      <w:pPr>
        <w:pStyle w:val="Heading2"/>
        <w:pBdr>
          <w:top w:val="single" w:sz="18" w:space="1" w:color="F79646" w:themeColor="accent6"/>
          <w:left w:val="single" w:sz="18" w:space="4" w:color="F79646" w:themeColor="accent6"/>
          <w:bottom w:val="single" w:sz="18" w:space="1" w:color="F79646" w:themeColor="accent6"/>
          <w:right w:val="single" w:sz="18" w:space="4" w:color="F79646" w:themeColor="accent6"/>
        </w:pBdr>
        <w:shd w:val="clear" w:color="auto" w:fill="F79646" w:themeFill="accent6"/>
        <w:spacing w:before="0" w:after="120" w:line="240" w:lineRule="auto"/>
      </w:pPr>
      <w:r w:rsidRPr="00A62572">
        <w:t>Where to get help</w:t>
      </w:r>
      <w:r w:rsidR="00A47C40" w:rsidRPr="00A62572">
        <w:t>?</w:t>
      </w:r>
    </w:p>
    <w:p w:rsidR="00271C2D" w:rsidRDefault="003C3917" w:rsidP="00271C2D">
      <w:pPr>
        <w:widowControl/>
        <w:pBdr>
          <w:top w:val="single" w:sz="18" w:space="1" w:color="F79646" w:themeColor="accent6"/>
          <w:left w:val="single" w:sz="18" w:space="4" w:color="F79646" w:themeColor="accent6"/>
          <w:bottom w:val="single" w:sz="18" w:space="1" w:color="F79646" w:themeColor="accent6"/>
          <w:right w:val="single" w:sz="18" w:space="4" w:color="F79646" w:themeColor="accent6"/>
        </w:pBdr>
        <w:shd w:val="clear" w:color="auto" w:fill="F79646" w:themeFill="accent6"/>
        <w:spacing w:after="120" w:line="240" w:lineRule="auto"/>
      </w:pPr>
      <w:r w:rsidRPr="00A62572">
        <w:t xml:space="preserve">You may be eligible to receive assistance </w:t>
      </w:r>
      <w:r w:rsidR="00271C2D">
        <w:t xml:space="preserve">to look for a </w:t>
      </w:r>
      <w:r w:rsidRPr="00A62572">
        <w:t xml:space="preserve">new job through the Automotive Industry Structural Adjustment Program. </w:t>
      </w:r>
    </w:p>
    <w:p w:rsidR="00C4749D" w:rsidRPr="00271C2D" w:rsidRDefault="00223548" w:rsidP="00271C2D">
      <w:pPr>
        <w:widowControl/>
        <w:pBdr>
          <w:top w:val="single" w:sz="18" w:space="1" w:color="F79646" w:themeColor="accent6"/>
          <w:left w:val="single" w:sz="18" w:space="4" w:color="F79646" w:themeColor="accent6"/>
          <w:bottom w:val="single" w:sz="18" w:space="1" w:color="F79646" w:themeColor="accent6"/>
          <w:right w:val="single" w:sz="18" w:space="4" w:color="F79646" w:themeColor="accent6"/>
        </w:pBdr>
        <w:shd w:val="clear" w:color="auto" w:fill="F79646" w:themeFill="accent6"/>
        <w:spacing w:after="0" w:line="240" w:lineRule="auto"/>
      </w:pPr>
      <w:r w:rsidRPr="00A62572">
        <w:br/>
      </w:r>
      <w:r w:rsidR="003C3917" w:rsidRPr="00A62572">
        <w:t>You can contact your local jobactive provider and make an appointment. You can find more information on the Automotive Industry Structural Adjustment Program at</w:t>
      </w:r>
      <w:r w:rsidR="00C62B6A" w:rsidRPr="00C62B6A">
        <w:t xml:space="preserve"> </w:t>
      </w:r>
      <w:hyperlink r:id="rId15" w:history="1">
        <w:r w:rsidR="00C62B6A" w:rsidRPr="00737D86">
          <w:rPr>
            <w:rStyle w:val="Hyperlink"/>
          </w:rPr>
          <w:t>jobs.gov.au/help-workers-who-have-recently-lost-their-job</w:t>
        </w:r>
      </w:hyperlink>
      <w:r w:rsidR="00C62B6A">
        <w:t xml:space="preserve"> </w:t>
      </w:r>
      <w:r w:rsidR="003C3917" w:rsidRPr="00A62572">
        <w:t>or</w:t>
      </w:r>
      <w:r w:rsidR="003C3917" w:rsidRPr="00A62572">
        <w:rPr>
          <w:rStyle w:val="CommentReference"/>
        </w:rPr>
        <w:t xml:space="preserve"> </w:t>
      </w:r>
      <w:r w:rsidR="003C3917" w:rsidRPr="00A62572">
        <w:t xml:space="preserve">find your local jobactive provider at </w:t>
      </w:r>
      <w:hyperlink r:id="rId16" w:history="1">
        <w:r w:rsidR="003C3917" w:rsidRPr="00A62572">
          <w:rPr>
            <w:rStyle w:val="Hyperlink"/>
            <w:color w:val="auto"/>
          </w:rPr>
          <w:t>jobactive.gov.au/</w:t>
        </w:r>
      </w:hyperlink>
      <w:r w:rsidR="003C3917" w:rsidRPr="00A62572">
        <w:t>.</w:t>
      </w:r>
    </w:p>
    <w:p w:rsidR="00C4749D" w:rsidRPr="00DD247E" w:rsidRDefault="00C4749D">
      <w:pPr>
        <w:spacing w:after="0"/>
        <w:rPr>
          <w:rFonts w:ascii="Arial" w:hAnsi="Arial" w:cs="Arial"/>
        </w:rPr>
        <w:sectPr w:rsidR="00C4749D" w:rsidRPr="00DD247E" w:rsidSect="00A47C40">
          <w:type w:val="continuous"/>
          <w:pgSz w:w="11920" w:h="16840"/>
          <w:pgMar w:top="709" w:right="1320" w:bottom="280" w:left="1680" w:header="720" w:footer="720" w:gutter="0"/>
          <w:cols w:num="2" w:space="720" w:equalWidth="0">
            <w:col w:w="4353" w:space="459"/>
            <w:col w:w="4108"/>
          </w:cols>
        </w:sectPr>
      </w:pPr>
    </w:p>
    <w:p w:rsidR="00C4749D" w:rsidRPr="00DD247E" w:rsidRDefault="00DD247E" w:rsidP="00271C2D">
      <w:pPr>
        <w:spacing w:before="31" w:after="0" w:line="286" w:lineRule="exact"/>
        <w:ind w:right="-20"/>
        <w:rPr>
          <w:rFonts w:ascii="Arial" w:eastAsia="Arial" w:hAnsi="Arial" w:cs="Arial"/>
          <w:sz w:val="25"/>
          <w:szCs w:val="25"/>
        </w:rPr>
      </w:pPr>
      <w:r w:rsidRPr="00DD247E">
        <w:rPr>
          <w:rFonts w:ascii="Arial" w:eastAsia="Arial" w:hAnsi="Arial" w:cs="Arial"/>
          <w:spacing w:val="-19"/>
          <w:position w:val="-1"/>
          <w:sz w:val="25"/>
          <w:szCs w:val="25"/>
        </w:rPr>
        <w:t>T</w:t>
      </w:r>
      <w:r w:rsidRPr="00DD247E">
        <w:rPr>
          <w:rFonts w:ascii="Arial" w:eastAsia="Arial" w:hAnsi="Arial" w:cs="Arial"/>
          <w:position w:val="-1"/>
          <w:sz w:val="25"/>
          <w:szCs w:val="25"/>
        </w:rPr>
        <w:t>o</w:t>
      </w:r>
      <w:r w:rsidRPr="00DD247E">
        <w:rPr>
          <w:rFonts w:ascii="Arial" w:eastAsia="Arial" w:hAnsi="Arial" w:cs="Arial"/>
          <w:spacing w:val="-27"/>
          <w:position w:val="-1"/>
          <w:sz w:val="25"/>
          <w:szCs w:val="25"/>
        </w:rPr>
        <w:t xml:space="preserve"> </w:t>
      </w:r>
      <w:r w:rsidRPr="00DD247E">
        <w:rPr>
          <w:rFonts w:ascii="Arial" w:eastAsia="Arial" w:hAnsi="Arial" w:cs="Arial"/>
          <w:position w:val="-1"/>
          <w:sz w:val="25"/>
          <w:szCs w:val="25"/>
        </w:rPr>
        <w:t>find</w:t>
      </w:r>
      <w:r w:rsidRPr="00DD247E">
        <w:rPr>
          <w:rFonts w:ascii="Arial" w:eastAsia="Arial" w:hAnsi="Arial" w:cs="Arial"/>
          <w:spacing w:val="10"/>
          <w:position w:val="-1"/>
          <w:sz w:val="25"/>
          <w:szCs w:val="25"/>
        </w:rPr>
        <w:t xml:space="preserve"> </w:t>
      </w:r>
      <w:r w:rsidRPr="00DD247E">
        <w:rPr>
          <w:rFonts w:ascii="Arial" w:eastAsia="Arial" w:hAnsi="Arial" w:cs="Arial"/>
          <w:position w:val="-1"/>
          <w:sz w:val="25"/>
          <w:szCs w:val="25"/>
        </w:rPr>
        <w:t>out</w:t>
      </w:r>
      <w:r w:rsidRPr="00DD247E">
        <w:rPr>
          <w:rFonts w:ascii="Arial" w:eastAsia="Arial" w:hAnsi="Arial" w:cs="Arial"/>
          <w:spacing w:val="4"/>
          <w:position w:val="-1"/>
          <w:sz w:val="25"/>
          <w:szCs w:val="25"/>
        </w:rPr>
        <w:t xml:space="preserve"> </w:t>
      </w:r>
      <w:r w:rsidRPr="00DD247E">
        <w:rPr>
          <w:rFonts w:ascii="Arial" w:eastAsia="Arial" w:hAnsi="Arial" w:cs="Arial"/>
          <w:position w:val="-1"/>
          <w:sz w:val="25"/>
          <w:szCs w:val="25"/>
        </w:rPr>
        <w:t>mo</w:t>
      </w:r>
      <w:r w:rsidRPr="00DD247E">
        <w:rPr>
          <w:rFonts w:ascii="Arial" w:eastAsia="Arial" w:hAnsi="Arial" w:cs="Arial"/>
          <w:spacing w:val="-9"/>
          <w:position w:val="-1"/>
          <w:sz w:val="25"/>
          <w:szCs w:val="25"/>
        </w:rPr>
        <w:t>r</w:t>
      </w:r>
      <w:r w:rsidRPr="00DD247E">
        <w:rPr>
          <w:rFonts w:ascii="Arial" w:eastAsia="Arial" w:hAnsi="Arial" w:cs="Arial"/>
          <w:position w:val="-1"/>
          <w:sz w:val="25"/>
          <w:szCs w:val="25"/>
        </w:rPr>
        <w:t>e</w:t>
      </w:r>
      <w:r w:rsidRPr="00DD247E">
        <w:rPr>
          <w:rFonts w:ascii="Arial" w:eastAsia="Arial" w:hAnsi="Arial" w:cs="Arial"/>
          <w:spacing w:val="19"/>
          <w:position w:val="-1"/>
          <w:sz w:val="25"/>
          <w:szCs w:val="25"/>
        </w:rPr>
        <w:t xml:space="preserve"> </w:t>
      </w:r>
      <w:r w:rsidRPr="00DD247E">
        <w:rPr>
          <w:rFonts w:ascii="Arial" w:eastAsia="Arial" w:hAnsi="Arial" w:cs="Arial"/>
          <w:w w:val="104"/>
          <w:position w:val="-1"/>
          <w:sz w:val="25"/>
          <w:szCs w:val="25"/>
        </w:rPr>
        <w:t>visit</w:t>
      </w:r>
    </w:p>
    <w:p w:rsidR="00C4749D" w:rsidRPr="00DD247E" w:rsidRDefault="00DD247E" w:rsidP="00271C2D">
      <w:pPr>
        <w:spacing w:after="0" w:line="300" w:lineRule="exact"/>
        <w:ind w:right="-20"/>
        <w:rPr>
          <w:rFonts w:ascii="Arial" w:eastAsia="Arial" w:hAnsi="Arial" w:cs="Arial"/>
          <w:sz w:val="29"/>
          <w:szCs w:val="29"/>
        </w:rPr>
      </w:pPr>
      <w:r w:rsidRPr="00DD247E">
        <w:rPr>
          <w:rFonts w:ascii="Arial" w:eastAsia="Arial" w:hAnsi="Arial" w:cs="Arial"/>
          <w:w w:val="105"/>
          <w:sz w:val="29"/>
          <w:szCs w:val="29"/>
        </w:rPr>
        <w:t>changinglanes.emp</w:t>
      </w:r>
      <w:r w:rsidRPr="00DD247E">
        <w:rPr>
          <w:rFonts w:ascii="Arial" w:eastAsia="Arial" w:hAnsi="Arial" w:cs="Arial"/>
          <w:spacing w:val="-6"/>
          <w:w w:val="105"/>
          <w:sz w:val="29"/>
          <w:szCs w:val="29"/>
        </w:rPr>
        <w:t>l</w:t>
      </w:r>
      <w:r w:rsidRPr="00DD247E">
        <w:rPr>
          <w:rFonts w:ascii="Arial" w:eastAsia="Arial" w:hAnsi="Arial" w:cs="Arial"/>
          <w:spacing w:val="-3"/>
          <w:w w:val="99"/>
          <w:sz w:val="29"/>
          <w:szCs w:val="29"/>
        </w:rPr>
        <w:t>o</w:t>
      </w:r>
      <w:r w:rsidRPr="00DD247E">
        <w:rPr>
          <w:rFonts w:ascii="Arial" w:eastAsia="Arial" w:hAnsi="Arial" w:cs="Arial"/>
          <w:w w:val="104"/>
          <w:sz w:val="29"/>
          <w:szCs w:val="29"/>
        </w:rPr>
        <w:t>yment.g</w:t>
      </w:r>
      <w:r w:rsidRPr="00DD247E">
        <w:rPr>
          <w:rFonts w:ascii="Arial" w:eastAsia="Arial" w:hAnsi="Arial" w:cs="Arial"/>
          <w:spacing w:val="-3"/>
          <w:w w:val="104"/>
          <w:sz w:val="29"/>
          <w:szCs w:val="29"/>
        </w:rPr>
        <w:t>o</w:t>
      </w:r>
      <w:r w:rsidRPr="00DD247E">
        <w:rPr>
          <w:rFonts w:ascii="Arial" w:eastAsia="Arial" w:hAnsi="Arial" w:cs="Arial"/>
          <w:w w:val="101"/>
          <w:sz w:val="29"/>
          <w:szCs w:val="29"/>
        </w:rPr>
        <w:t>v.au</w:t>
      </w:r>
    </w:p>
    <w:sectPr w:rsidR="00C4749D" w:rsidRPr="00DD247E">
      <w:type w:val="continuous"/>
      <w:pgSz w:w="11920" w:h="16840"/>
      <w:pgMar w:top="1440" w:right="132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25A" w:rsidRDefault="005E725A" w:rsidP="005E725A">
      <w:pPr>
        <w:spacing w:after="0" w:line="240" w:lineRule="auto"/>
      </w:pPr>
      <w:r>
        <w:separator/>
      </w:r>
    </w:p>
  </w:endnote>
  <w:endnote w:type="continuationSeparator" w:id="0">
    <w:p w:rsidR="005E725A" w:rsidRDefault="005E725A" w:rsidP="005E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25A" w:rsidRDefault="005E725A">
    <w:pPr>
      <w:pStyle w:val="Footer"/>
    </w:pPr>
    <w:r w:rsidRPr="00DD247E">
      <w:rPr>
        <w:rFonts w:ascii="Arial" w:hAnsi="Arial" w:cs="Arial"/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3C44780" wp14:editId="4BF7F9C7">
              <wp:simplePos x="0" y="0"/>
              <wp:positionH relativeFrom="page">
                <wp:posOffset>0</wp:posOffset>
              </wp:positionH>
              <wp:positionV relativeFrom="page">
                <wp:posOffset>9526270</wp:posOffset>
              </wp:positionV>
              <wp:extent cx="832485" cy="760095"/>
              <wp:effectExtent l="0" t="0" r="5715" b="1905"/>
              <wp:wrapNone/>
              <wp:docPr id="1" name="Group 2" descr="Decorativ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2485" cy="760095"/>
                        <a:chOff x="0" y="14762"/>
                        <a:chExt cx="1311" cy="1197"/>
                      </a:xfrm>
                    </wpg:grpSpPr>
                    <wps:wsp>
                      <wps:cNvPr id="2" name="Freeform 4"/>
                      <wps:cNvSpPr>
                        <a:spLocks/>
                      </wps:cNvSpPr>
                      <wps:spPr bwMode="auto">
                        <a:xfrm>
                          <a:off x="0" y="14762"/>
                          <a:ext cx="1311" cy="1197"/>
                        </a:xfrm>
                        <a:custGeom>
                          <a:avLst/>
                          <a:gdLst>
                            <a:gd name="T0" fmla="*/ 518 w 1311"/>
                            <a:gd name="T1" fmla="+- 0 14762 14762"/>
                            <a:gd name="T2" fmla="*/ 14762 h 1197"/>
                            <a:gd name="T3" fmla="*/ 0 w 1311"/>
                            <a:gd name="T4" fmla="+- 0 14762 14762"/>
                            <a:gd name="T5" fmla="*/ 14762 h 1197"/>
                            <a:gd name="T6" fmla="*/ 0 w 1311"/>
                            <a:gd name="T7" fmla="+- 0 15679 14762"/>
                            <a:gd name="T8" fmla="*/ 15679 h 1197"/>
                            <a:gd name="T9" fmla="*/ 768 w 1311"/>
                            <a:gd name="T10" fmla="+- 0 15679 14762"/>
                            <a:gd name="T11" fmla="*/ 15679 h 1197"/>
                            <a:gd name="T12" fmla="*/ 768 w 1311"/>
                            <a:gd name="T13" fmla="+- 0 15959 14762"/>
                            <a:gd name="T14" fmla="*/ 15959 h 1197"/>
                            <a:gd name="T15" fmla="*/ 1311 w 1311"/>
                            <a:gd name="T16" fmla="+- 0 15416 14762"/>
                            <a:gd name="T17" fmla="*/ 15416 h 1197"/>
                            <a:gd name="T18" fmla="*/ 1048 w 1311"/>
                            <a:gd name="T19" fmla="+- 0 15153 14762"/>
                            <a:gd name="T20" fmla="*/ 15153 h 1197"/>
                            <a:gd name="T21" fmla="*/ 518 w 1311"/>
                            <a:gd name="T22" fmla="+- 0 15153 14762"/>
                            <a:gd name="T23" fmla="*/ 15153 h 1197"/>
                            <a:gd name="T24" fmla="*/ 518 w 1311"/>
                            <a:gd name="T25" fmla="+- 0 14762 14762"/>
                            <a:gd name="T26" fmla="*/ 14762 h 1197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</a:cxnLst>
                          <a:rect l="0" t="0" r="r" b="b"/>
                          <a:pathLst>
                            <a:path w="1311" h="1197">
                              <a:moveTo>
                                <a:pt x="518" y="0"/>
                              </a:moveTo>
                              <a:lnTo>
                                <a:pt x="0" y="0"/>
                              </a:lnTo>
                              <a:lnTo>
                                <a:pt x="0" y="917"/>
                              </a:lnTo>
                              <a:lnTo>
                                <a:pt x="768" y="917"/>
                              </a:lnTo>
                              <a:lnTo>
                                <a:pt x="768" y="1197"/>
                              </a:lnTo>
                              <a:lnTo>
                                <a:pt x="1311" y="654"/>
                              </a:lnTo>
                              <a:lnTo>
                                <a:pt x="1048" y="391"/>
                              </a:lnTo>
                              <a:lnTo>
                                <a:pt x="518" y="391"/>
                              </a:lnTo>
                              <a:lnTo>
                                <a:pt x="518" y="0"/>
                              </a:lnTo>
                            </a:path>
                          </a:pathLst>
                        </a:custGeom>
                        <a:solidFill>
                          <a:srgbClr val="F39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0" y="14762"/>
                          <a:ext cx="1311" cy="1197"/>
                        </a:xfrm>
                        <a:custGeom>
                          <a:avLst/>
                          <a:gdLst>
                            <a:gd name="T0" fmla="*/ 768 w 1311"/>
                            <a:gd name="T1" fmla="+- 0 14873 14762"/>
                            <a:gd name="T2" fmla="*/ 14873 h 1197"/>
                            <a:gd name="T3" fmla="*/ 768 w 1311"/>
                            <a:gd name="T4" fmla="+- 0 15153 14762"/>
                            <a:gd name="T5" fmla="*/ 15153 h 1197"/>
                            <a:gd name="T6" fmla="*/ 1048 w 1311"/>
                            <a:gd name="T7" fmla="+- 0 15153 14762"/>
                            <a:gd name="T8" fmla="*/ 15153 h 1197"/>
                            <a:gd name="T9" fmla="*/ 768 w 1311"/>
                            <a:gd name="T10" fmla="+- 0 14873 14762"/>
                            <a:gd name="T11" fmla="*/ 14873 h 1197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1311" h="1197">
                              <a:moveTo>
                                <a:pt x="768" y="111"/>
                              </a:moveTo>
                              <a:lnTo>
                                <a:pt x="768" y="391"/>
                              </a:lnTo>
                              <a:lnTo>
                                <a:pt x="1048" y="391"/>
                              </a:lnTo>
                              <a:lnTo>
                                <a:pt x="768" y="111"/>
                              </a:lnTo>
                            </a:path>
                          </a:pathLst>
                        </a:custGeom>
                        <a:solidFill>
                          <a:srgbClr val="F39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9D803C" id="Group 2" o:spid="_x0000_s1026" alt="Decorative" style="position:absolute;margin-left:0;margin-top:750.1pt;width:65.55pt;height:59.85pt;z-index:-251653120;mso-position-horizontal-relative:page;mso-position-vertical-relative:page" coordorigin=",14762" coordsize="1311,1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">
              <v:shape id="Freeform 4" o:spid="_x0000_s1027" style="position:absolute;top:14762;width:1311;height:1197;visibility:visible;mso-wrap-style:square;v-text-anchor:top" coordsize="1311,1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" path="m518,l,,,917r768,l768,1197,1311,654,1048,391r-530,l518,e" fillcolor="#f39200" stroked="f">
                <v:path arrowok="t" o:connecttype="custom" o:connectlocs="518,14762;0,14762;0,15679;768,15679;768,15959;1311,15416;1048,15153;518,15153;518,14762" o:connectangles="0,0,0,0,0,0,0,0,0"/>
              </v:shape>
              <v:shape id="Freeform 3" o:spid="_x0000_s1028" style="position:absolute;top:14762;width:1311;height:1197;visibility:visible;mso-wrap-style:square;v-text-anchor:top" coordsize="1311,1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" path="m768,111r,280l1048,391,768,111e" fillcolor="#f39200" stroked="f">
                <v:path arrowok="t" o:connecttype="custom" o:connectlocs="768,14873;768,15153;1048,15153;768,14873" o:connectangles="0,0,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25A" w:rsidRDefault="005E725A" w:rsidP="005E725A">
      <w:pPr>
        <w:spacing w:after="0" w:line="240" w:lineRule="auto"/>
      </w:pPr>
      <w:r>
        <w:separator/>
      </w:r>
    </w:p>
  </w:footnote>
  <w:footnote w:type="continuationSeparator" w:id="0">
    <w:p w:rsidR="005E725A" w:rsidRDefault="005E725A" w:rsidP="005E7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25A" w:rsidRDefault="005E725A">
    <w:pPr>
      <w:pStyle w:val="Header"/>
    </w:pPr>
    <w:r w:rsidRPr="00DD247E">
      <w:rPr>
        <w:rFonts w:ascii="Arial" w:hAnsi="Arial" w:cs="Arial"/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1E5FD626" wp14:editId="5DA73C61">
              <wp:simplePos x="0" y="0"/>
              <wp:positionH relativeFrom="page">
                <wp:posOffset>0</wp:posOffset>
              </wp:positionH>
              <wp:positionV relativeFrom="page">
                <wp:posOffset>814070</wp:posOffset>
              </wp:positionV>
              <wp:extent cx="323215" cy="8595360"/>
              <wp:effectExtent l="0" t="0" r="635" b="0"/>
              <wp:wrapNone/>
              <wp:docPr id="4" name="Group 5" descr="Decorativ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3215" cy="8595360"/>
                        <a:chOff x="0" y="1042"/>
                        <a:chExt cx="509" cy="13536"/>
                      </a:xfrm>
                    </wpg:grpSpPr>
                    <wps:wsp>
                      <wps:cNvPr id="5" name="Freeform 6"/>
                      <wps:cNvSpPr>
                        <a:spLocks/>
                      </wps:cNvSpPr>
                      <wps:spPr bwMode="auto">
                        <a:xfrm>
                          <a:off x="0" y="1042"/>
                          <a:ext cx="509" cy="13536"/>
                        </a:xfrm>
                        <a:custGeom>
                          <a:avLst/>
                          <a:gdLst>
                            <a:gd name="T0" fmla="*/ 115 w 509"/>
                            <a:gd name="T1" fmla="+- 0 1042 1042"/>
                            <a:gd name="T2" fmla="*/ 1042 h 13536"/>
                            <a:gd name="T3" fmla="*/ 0 w 509"/>
                            <a:gd name="T4" fmla="+- 0 1042 1042"/>
                            <a:gd name="T5" fmla="*/ 1042 h 13536"/>
                            <a:gd name="T6" fmla="*/ 0 w 509"/>
                            <a:gd name="T7" fmla="+- 0 14578 1042"/>
                            <a:gd name="T8" fmla="*/ 14578 h 13536"/>
                            <a:gd name="T9" fmla="*/ 509 w 509"/>
                            <a:gd name="T10" fmla="+- 0 14578 1042"/>
                            <a:gd name="T11" fmla="*/ 14578 h 13536"/>
                            <a:gd name="T12" fmla="*/ 509 w 509"/>
                            <a:gd name="T13" fmla="+- 0 1409 1042"/>
                            <a:gd name="T14" fmla="*/ 1409 h 13536"/>
                            <a:gd name="T15" fmla="*/ 497 w 509"/>
                            <a:gd name="T16" fmla="+- 0 1321 1042"/>
                            <a:gd name="T17" fmla="*/ 1321 h 13536"/>
                            <a:gd name="T18" fmla="*/ 465 w 509"/>
                            <a:gd name="T19" fmla="+- 0 1240 1042"/>
                            <a:gd name="T20" fmla="*/ 1240 h 13536"/>
                            <a:gd name="T21" fmla="*/ 414 w 509"/>
                            <a:gd name="T22" fmla="+- 0 1170 1042"/>
                            <a:gd name="T23" fmla="*/ 1170 h 13536"/>
                            <a:gd name="T24" fmla="*/ 347 w 509"/>
                            <a:gd name="T25" fmla="+- 0 1113 1042"/>
                            <a:gd name="T26" fmla="*/ 1113 h 13536"/>
                            <a:gd name="T27" fmla="*/ 268 w 509"/>
                            <a:gd name="T28" fmla="+- 0 1071 1042"/>
                            <a:gd name="T29" fmla="*/ 1071 h 13536"/>
                            <a:gd name="T30" fmla="*/ 209 w 509"/>
                            <a:gd name="T31" fmla="+- 0 1053 1042"/>
                            <a:gd name="T32" fmla="*/ 1053 h 13536"/>
                            <a:gd name="T33" fmla="*/ 147 w 509"/>
                            <a:gd name="T34" fmla="+- 0 1044 1042"/>
                            <a:gd name="T35" fmla="*/ 1044 h 13536"/>
                            <a:gd name="T36" fmla="*/ 115 w 509"/>
                            <a:gd name="T37" fmla="+- 0 1042 1042"/>
                            <a:gd name="T38" fmla="*/ 1042 h 1353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</a:cxnLst>
                          <a:rect l="0" t="0" r="r" b="b"/>
                          <a:pathLst>
                            <a:path w="509" h="13536">
                              <a:moveTo>
                                <a:pt x="115" y="0"/>
                              </a:moveTo>
                              <a:lnTo>
                                <a:pt x="0" y="0"/>
                              </a:lnTo>
                              <a:lnTo>
                                <a:pt x="0" y="13536"/>
                              </a:lnTo>
                              <a:lnTo>
                                <a:pt x="509" y="13536"/>
                              </a:lnTo>
                              <a:lnTo>
                                <a:pt x="509" y="367"/>
                              </a:lnTo>
                              <a:lnTo>
                                <a:pt x="497" y="279"/>
                              </a:lnTo>
                              <a:lnTo>
                                <a:pt x="465" y="198"/>
                              </a:lnTo>
                              <a:lnTo>
                                <a:pt x="414" y="128"/>
                              </a:lnTo>
                              <a:lnTo>
                                <a:pt x="347" y="71"/>
                              </a:lnTo>
                              <a:lnTo>
                                <a:pt x="268" y="29"/>
                              </a:lnTo>
                              <a:lnTo>
                                <a:pt x="209" y="11"/>
                              </a:lnTo>
                              <a:lnTo>
                                <a:pt x="147" y="2"/>
                              </a:lnTo>
                              <a:lnTo>
                                <a:pt x="115" y="0"/>
                              </a:lnTo>
                            </a:path>
                          </a:pathLst>
                        </a:custGeom>
                        <a:solidFill>
                          <a:srgbClr val="1D71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2AC07F" id="Group 5" o:spid="_x0000_s1026" alt="Decorative" style="position:absolute;margin-left:0;margin-top:64.1pt;width:25.45pt;height:676.8pt;z-index:-251654144;mso-position-horizontal-relative:page;mso-position-vertical-relative:page" coordorigin=",1042" coordsize="509,13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">
              <v:shape id="Freeform 6" o:spid="_x0000_s1027" style="position:absolute;top:1042;width:509;height:13536;visibility:visible;mso-wrap-style:square;v-text-anchor:top" coordsize="509,1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" path="m115,l,,,13536r509,l509,367,497,279,465,198,414,128,347,71,268,29,209,11,147,2,115,e" fillcolor="#1d71b8" stroked="f">
                <v:path arrowok="t" o:connecttype="custom" o:connectlocs="115,1042;0,1042;0,14578;509,14578;509,1409;497,1321;465,1240;414,1170;347,1113;268,1071;209,1053;147,1044;115,1042" o:connectangles="0,0,0,0,0,0,0,0,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25A" w:rsidRDefault="005E725A">
    <w:pPr>
      <w:pStyle w:val="Header"/>
    </w:pPr>
    <w:r w:rsidRPr="008B4D36">
      <w:rPr>
        <w:rFonts w:eastAsiaTheme="minorEastAsia"/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3361FF0" wp14:editId="4E73E918">
              <wp:simplePos x="0" y="0"/>
              <wp:positionH relativeFrom="page">
                <wp:posOffset>0</wp:posOffset>
              </wp:positionH>
              <wp:positionV relativeFrom="page">
                <wp:posOffset>3068320</wp:posOffset>
              </wp:positionV>
              <wp:extent cx="323215" cy="7065010"/>
              <wp:effectExtent l="0" t="0" r="635" b="2540"/>
              <wp:wrapNone/>
              <wp:docPr id="9" name="Group 10" descr="Decorativ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3215" cy="7065010"/>
                        <a:chOff x="0" y="4592"/>
                        <a:chExt cx="509" cy="11126"/>
                      </a:xfrm>
                    </wpg:grpSpPr>
                    <wps:wsp>
                      <wps:cNvPr id="10" name="Freeform 11"/>
                      <wps:cNvSpPr>
                        <a:spLocks/>
                      </wps:cNvSpPr>
                      <wps:spPr bwMode="auto">
                        <a:xfrm>
                          <a:off x="0" y="4592"/>
                          <a:ext cx="509" cy="11126"/>
                        </a:xfrm>
                        <a:custGeom>
                          <a:avLst/>
                          <a:gdLst>
                            <a:gd name="T0" fmla="*/ 509 w 509"/>
                            <a:gd name="T1" fmla="+- 0 4592 4592"/>
                            <a:gd name="T2" fmla="*/ 4592 h 11126"/>
                            <a:gd name="T3" fmla="*/ 0 w 509"/>
                            <a:gd name="T4" fmla="+- 0 4592 4592"/>
                            <a:gd name="T5" fmla="*/ 4592 h 11126"/>
                            <a:gd name="T6" fmla="*/ 0 w 509"/>
                            <a:gd name="T7" fmla="+- 0 15718 4592"/>
                            <a:gd name="T8" fmla="*/ 15718 h 11126"/>
                            <a:gd name="T9" fmla="*/ 115 w 509"/>
                            <a:gd name="T10" fmla="+- 0 15718 4592"/>
                            <a:gd name="T11" fmla="*/ 15718 h 11126"/>
                            <a:gd name="T12" fmla="*/ 147 w 509"/>
                            <a:gd name="T13" fmla="+- 0 15717 4592"/>
                            <a:gd name="T14" fmla="*/ 15717 h 11126"/>
                            <a:gd name="T15" fmla="*/ 209 w 509"/>
                            <a:gd name="T16" fmla="+- 0 15707 4592"/>
                            <a:gd name="T17" fmla="*/ 15707 h 11126"/>
                            <a:gd name="T18" fmla="*/ 268 w 509"/>
                            <a:gd name="T19" fmla="+- 0 15689 4592"/>
                            <a:gd name="T20" fmla="*/ 15689 h 11126"/>
                            <a:gd name="T21" fmla="*/ 322 w 509"/>
                            <a:gd name="T22" fmla="+- 0 15663 4592"/>
                            <a:gd name="T23" fmla="*/ 15663 h 11126"/>
                            <a:gd name="T24" fmla="*/ 393 w 509"/>
                            <a:gd name="T25" fmla="+- 0 15611 4592"/>
                            <a:gd name="T26" fmla="*/ 15611 h 11126"/>
                            <a:gd name="T27" fmla="*/ 450 w 509"/>
                            <a:gd name="T28" fmla="+- 0 15545 4592"/>
                            <a:gd name="T29" fmla="*/ 15545 h 11126"/>
                            <a:gd name="T30" fmla="*/ 489 w 509"/>
                            <a:gd name="T31" fmla="+- 0 15468 4592"/>
                            <a:gd name="T32" fmla="*/ 15468 h 11126"/>
                            <a:gd name="T33" fmla="*/ 507 w 509"/>
                            <a:gd name="T34" fmla="+- 0 15382 4592"/>
                            <a:gd name="T35" fmla="*/ 15382 h 11126"/>
                            <a:gd name="T36" fmla="*/ 509 w 509"/>
                            <a:gd name="T37" fmla="+- 0 15352 4592"/>
                            <a:gd name="T38" fmla="*/ 15352 h 11126"/>
                            <a:gd name="T39" fmla="*/ 509 w 509"/>
                            <a:gd name="T40" fmla="+- 0 4592 4592"/>
                            <a:gd name="T41" fmla="*/ 4592 h 1112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</a:cxnLst>
                          <a:rect l="0" t="0" r="r" b="b"/>
                          <a:pathLst>
                            <a:path w="509" h="11126">
                              <a:moveTo>
                                <a:pt x="509" y="0"/>
                              </a:moveTo>
                              <a:lnTo>
                                <a:pt x="0" y="0"/>
                              </a:lnTo>
                              <a:lnTo>
                                <a:pt x="0" y="11126"/>
                              </a:lnTo>
                              <a:lnTo>
                                <a:pt x="115" y="11126"/>
                              </a:lnTo>
                              <a:lnTo>
                                <a:pt x="147" y="11125"/>
                              </a:lnTo>
                              <a:lnTo>
                                <a:pt x="209" y="11115"/>
                              </a:lnTo>
                              <a:lnTo>
                                <a:pt x="268" y="11097"/>
                              </a:lnTo>
                              <a:lnTo>
                                <a:pt x="322" y="11071"/>
                              </a:lnTo>
                              <a:lnTo>
                                <a:pt x="393" y="11019"/>
                              </a:lnTo>
                              <a:lnTo>
                                <a:pt x="450" y="10953"/>
                              </a:lnTo>
                              <a:lnTo>
                                <a:pt x="489" y="10876"/>
                              </a:lnTo>
                              <a:lnTo>
                                <a:pt x="507" y="10790"/>
                              </a:lnTo>
                              <a:lnTo>
                                <a:pt x="509" y="10760"/>
                              </a:lnTo>
                              <a:lnTo>
                                <a:pt x="509" y="0"/>
                              </a:lnTo>
                            </a:path>
                          </a:pathLst>
                        </a:custGeom>
                        <a:solidFill>
                          <a:srgbClr val="1D71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E53CDF" id="Group 10" o:spid="_x0000_s1026" alt="Decorative" style="position:absolute;margin-left:0;margin-top:241.6pt;width:25.45pt;height:556.3pt;z-index:-251657216;mso-position-horizontal-relative:page;mso-position-vertical-relative:page" coordorigin=",4592" coordsize="509,11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">
              <v:shape id="Freeform 11" o:spid="_x0000_s1027" style="position:absolute;top:4592;width:509;height:11126;visibility:visible;mso-wrap-style:square;v-text-anchor:top" coordsize="509,11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" path="m509,l,,,11126r115,l147,11125r62,-10l268,11097r54,-26l393,11019r57,-66l489,10876r18,-86l509,10760,509,e" fillcolor="#1d71b8" stroked="f">
                <v:path arrowok="t" o:connecttype="custom" o:connectlocs="509,4592;0,4592;0,15718;115,15718;147,15717;209,15707;268,15689;322,15663;393,15611;450,15545;489,15468;507,15382;509,15352;509,4592" o:connectangles="0,0,0,0,0,0,0,0,0,0,0,0,0,0"/>
              </v:shape>
              <w10:wrap anchorx="page" anchory="page"/>
            </v:group>
          </w:pict>
        </mc:Fallback>
      </mc:AlternateContent>
    </w:r>
    <w:r w:rsidRPr="008B4D36">
      <w:rPr>
        <w:rFonts w:eastAsiaTheme="minorEastAsia"/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FC20C52" wp14:editId="625F8505">
              <wp:simplePos x="0" y="0"/>
              <wp:positionH relativeFrom="page">
                <wp:posOffset>0</wp:posOffset>
              </wp:positionH>
              <wp:positionV relativeFrom="page">
                <wp:posOffset>2191385</wp:posOffset>
              </wp:positionV>
              <wp:extent cx="832485" cy="760095"/>
              <wp:effectExtent l="0" t="0" r="5715" b="1905"/>
              <wp:wrapNone/>
              <wp:docPr id="6" name="Group 7" descr="Decorativ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2485" cy="760095"/>
                        <a:chOff x="0" y="3211"/>
                        <a:chExt cx="1311" cy="1197"/>
                      </a:xfrm>
                    </wpg:grpSpPr>
                    <wps:wsp>
                      <wps:cNvPr id="7" name="Freeform 9"/>
                      <wps:cNvSpPr>
                        <a:spLocks/>
                      </wps:cNvSpPr>
                      <wps:spPr bwMode="auto">
                        <a:xfrm>
                          <a:off x="0" y="3211"/>
                          <a:ext cx="1311" cy="1197"/>
                        </a:xfrm>
                        <a:custGeom>
                          <a:avLst/>
                          <a:gdLst>
                            <a:gd name="T0" fmla="*/ 768 w 1311"/>
                            <a:gd name="T1" fmla="+- 0 3211 3211"/>
                            <a:gd name="T2" fmla="*/ 3211 h 1197"/>
                            <a:gd name="T3" fmla="*/ 768 w 1311"/>
                            <a:gd name="T4" fmla="+- 0 3491 3211"/>
                            <a:gd name="T5" fmla="*/ 3491 h 1197"/>
                            <a:gd name="T6" fmla="*/ 0 w 1311"/>
                            <a:gd name="T7" fmla="+- 0 3491 3211"/>
                            <a:gd name="T8" fmla="*/ 3491 h 1197"/>
                            <a:gd name="T9" fmla="*/ 0 w 1311"/>
                            <a:gd name="T10" fmla="+- 0 4408 3211"/>
                            <a:gd name="T11" fmla="*/ 4408 h 1197"/>
                            <a:gd name="T12" fmla="*/ 518 w 1311"/>
                            <a:gd name="T13" fmla="+- 0 4408 3211"/>
                            <a:gd name="T14" fmla="*/ 4408 h 1197"/>
                            <a:gd name="T15" fmla="*/ 518 w 1311"/>
                            <a:gd name="T16" fmla="+- 0 4017 3211"/>
                            <a:gd name="T17" fmla="*/ 4017 h 1197"/>
                            <a:gd name="T18" fmla="*/ 1048 w 1311"/>
                            <a:gd name="T19" fmla="+- 0 4017 3211"/>
                            <a:gd name="T20" fmla="*/ 4017 h 1197"/>
                            <a:gd name="T21" fmla="*/ 1311 w 1311"/>
                            <a:gd name="T22" fmla="+- 0 3754 3211"/>
                            <a:gd name="T23" fmla="*/ 3754 h 1197"/>
                            <a:gd name="T24" fmla="*/ 768 w 1311"/>
                            <a:gd name="T25" fmla="+- 0 3211 3211"/>
                            <a:gd name="T26" fmla="*/ 3211 h 1197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</a:cxnLst>
                          <a:rect l="0" t="0" r="r" b="b"/>
                          <a:pathLst>
                            <a:path w="1311" h="1197">
                              <a:moveTo>
                                <a:pt x="768" y="0"/>
                              </a:moveTo>
                              <a:lnTo>
                                <a:pt x="768" y="280"/>
                              </a:lnTo>
                              <a:lnTo>
                                <a:pt x="0" y="280"/>
                              </a:lnTo>
                              <a:lnTo>
                                <a:pt x="0" y="1197"/>
                              </a:lnTo>
                              <a:lnTo>
                                <a:pt x="518" y="1197"/>
                              </a:lnTo>
                              <a:lnTo>
                                <a:pt x="518" y="806"/>
                              </a:lnTo>
                              <a:lnTo>
                                <a:pt x="1048" y="806"/>
                              </a:lnTo>
                              <a:lnTo>
                                <a:pt x="1311" y="543"/>
                              </a:lnTo>
                              <a:lnTo>
                                <a:pt x="768" y="0"/>
                              </a:lnTo>
                            </a:path>
                          </a:pathLst>
                        </a:custGeom>
                        <a:solidFill>
                          <a:srgbClr val="F39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0" y="3211"/>
                          <a:ext cx="1311" cy="1197"/>
                        </a:xfrm>
                        <a:custGeom>
                          <a:avLst/>
                          <a:gdLst>
                            <a:gd name="T0" fmla="*/ 1048 w 1311"/>
                            <a:gd name="T1" fmla="+- 0 4017 3211"/>
                            <a:gd name="T2" fmla="*/ 4017 h 1197"/>
                            <a:gd name="T3" fmla="*/ 768 w 1311"/>
                            <a:gd name="T4" fmla="+- 0 4017 3211"/>
                            <a:gd name="T5" fmla="*/ 4017 h 1197"/>
                            <a:gd name="T6" fmla="*/ 768 w 1311"/>
                            <a:gd name="T7" fmla="+- 0 4297 3211"/>
                            <a:gd name="T8" fmla="*/ 4297 h 1197"/>
                            <a:gd name="T9" fmla="*/ 1048 w 1311"/>
                            <a:gd name="T10" fmla="+- 0 4017 3211"/>
                            <a:gd name="T11" fmla="*/ 4017 h 1197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1311" h="1197">
                              <a:moveTo>
                                <a:pt x="1048" y="806"/>
                              </a:moveTo>
                              <a:lnTo>
                                <a:pt x="768" y="806"/>
                              </a:lnTo>
                              <a:lnTo>
                                <a:pt x="768" y="1086"/>
                              </a:lnTo>
                              <a:lnTo>
                                <a:pt x="1048" y="806"/>
                              </a:lnTo>
                            </a:path>
                          </a:pathLst>
                        </a:custGeom>
                        <a:solidFill>
                          <a:srgbClr val="F39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345C50" id="Group 7" o:spid="_x0000_s1026" alt="Decorative" style="position:absolute;margin-left:0;margin-top:172.55pt;width:65.55pt;height:59.85pt;z-index:-251656192;mso-position-horizontal-relative:page;mso-position-vertical-relative:page" coordorigin=",3211" coordsize="1311,1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">
              <v:shape id="Freeform 9" o:spid="_x0000_s1027" style="position:absolute;top:3211;width:1311;height:1197;visibility:visible;mso-wrap-style:square;v-text-anchor:top" coordsize="1311,1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" path="m768,r,280l,280r,917l518,1197r,-391l1048,806,1311,543,768,e" fillcolor="#f39200" stroked="f">
                <v:path arrowok="t" o:connecttype="custom" o:connectlocs="768,3211;768,3491;0,3491;0,4408;518,4408;518,4017;1048,4017;1311,3754;768,3211" o:connectangles="0,0,0,0,0,0,0,0,0"/>
              </v:shape>
              <v:shape id="Freeform 8" o:spid="_x0000_s1028" style="position:absolute;top:3211;width:1311;height:1197;visibility:visible;mso-wrap-style:square;v-text-anchor:top" coordsize="1311,1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" path="m1048,806r-280,l768,1086,1048,806e" fillcolor="#f39200" stroked="f">
                <v:path arrowok="t" o:connecttype="custom" o:connectlocs="1048,4017;768,4017;768,4297;1048,4017" o:connectangles="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77289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80A2A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D1A99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904C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C420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BAB2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2E5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85887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547A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C4D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F212A"/>
    <w:multiLevelType w:val="hybridMultilevel"/>
    <w:tmpl w:val="F85EC5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67C10"/>
    <w:multiLevelType w:val="hybridMultilevel"/>
    <w:tmpl w:val="7F50A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10016"/>
    <w:multiLevelType w:val="hybridMultilevel"/>
    <w:tmpl w:val="FBEE7B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F74AAD"/>
    <w:multiLevelType w:val="hybridMultilevel"/>
    <w:tmpl w:val="3F60A638"/>
    <w:lvl w:ilvl="0" w:tplc="5CDE3D36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F79646" w:themeColor="accent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C72F8D"/>
    <w:multiLevelType w:val="hybridMultilevel"/>
    <w:tmpl w:val="DC44AB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F21581"/>
    <w:multiLevelType w:val="hybridMultilevel"/>
    <w:tmpl w:val="516C1F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F36F2"/>
    <w:multiLevelType w:val="hybridMultilevel"/>
    <w:tmpl w:val="40127D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C54B4A"/>
    <w:multiLevelType w:val="hybridMultilevel"/>
    <w:tmpl w:val="CC64C8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12"/>
  </w:num>
  <w:num w:numId="5">
    <w:abstractNumId w:val="17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9D"/>
    <w:rsid w:val="00223548"/>
    <w:rsid w:val="00271C2D"/>
    <w:rsid w:val="002A3AF0"/>
    <w:rsid w:val="003023FE"/>
    <w:rsid w:val="00332066"/>
    <w:rsid w:val="003C3917"/>
    <w:rsid w:val="0044345F"/>
    <w:rsid w:val="0051037F"/>
    <w:rsid w:val="005C7DE3"/>
    <w:rsid w:val="005E725A"/>
    <w:rsid w:val="007022D0"/>
    <w:rsid w:val="007D1E2B"/>
    <w:rsid w:val="007D697B"/>
    <w:rsid w:val="00810B18"/>
    <w:rsid w:val="008123EB"/>
    <w:rsid w:val="00891708"/>
    <w:rsid w:val="008B4D36"/>
    <w:rsid w:val="00900A35"/>
    <w:rsid w:val="009117AC"/>
    <w:rsid w:val="00A47C40"/>
    <w:rsid w:val="00A56493"/>
    <w:rsid w:val="00A62572"/>
    <w:rsid w:val="00BF73E6"/>
    <w:rsid w:val="00C4749D"/>
    <w:rsid w:val="00C62B6A"/>
    <w:rsid w:val="00D33871"/>
    <w:rsid w:val="00D47779"/>
    <w:rsid w:val="00DD247E"/>
    <w:rsid w:val="00E0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65AF223"/>
  <w15:docId w15:val="{B903CA2A-289D-4F3B-A388-9A50807B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25A"/>
  </w:style>
  <w:style w:type="paragraph" w:styleId="Heading1">
    <w:name w:val="heading 1"/>
    <w:basedOn w:val="Normal"/>
    <w:next w:val="Normal"/>
    <w:link w:val="Heading1Char"/>
    <w:uiPriority w:val="9"/>
    <w:qFormat/>
    <w:rsid w:val="008B4D36"/>
    <w:pPr>
      <w:widowControl/>
      <w:spacing w:after="240" w:line="240" w:lineRule="auto"/>
      <w:contextualSpacing/>
      <w:outlineLvl w:val="0"/>
    </w:pPr>
    <w:rPr>
      <w:rFonts w:ascii="Calibri" w:eastAsiaTheme="majorEastAsia" w:hAnsi="Calibri" w:cstheme="majorBidi"/>
      <w:b/>
      <w:bCs/>
      <w:color w:val="000000" w:themeColor="text1"/>
      <w:sz w:val="36"/>
      <w:szCs w:val="28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697B"/>
    <w:pPr>
      <w:widowControl/>
      <w:spacing w:before="200" w:after="0"/>
      <w:outlineLvl w:val="1"/>
    </w:pPr>
    <w:rPr>
      <w:rFonts w:ascii="Calibri" w:eastAsiaTheme="majorEastAsia" w:hAnsi="Calibri" w:cstheme="majorBidi"/>
      <w:b/>
      <w:bCs/>
      <w:sz w:val="28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7C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697B"/>
    <w:rPr>
      <w:rFonts w:ascii="Calibri" w:eastAsiaTheme="majorEastAsia" w:hAnsi="Calibri" w:cstheme="majorBidi"/>
      <w:b/>
      <w:bCs/>
      <w:sz w:val="28"/>
      <w:szCs w:val="26"/>
      <w:lang w:val="en-AU"/>
    </w:rPr>
  </w:style>
  <w:style w:type="paragraph" w:styleId="NoSpacing">
    <w:name w:val="No Spacing"/>
    <w:uiPriority w:val="1"/>
    <w:qFormat/>
    <w:rsid w:val="007D697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C3917"/>
    <w:pPr>
      <w:widowControl/>
      <w:numPr>
        <w:numId w:val="17"/>
      </w:numPr>
      <w:spacing w:before="120" w:after="0" w:line="240" w:lineRule="auto"/>
      <w:contextualSpacing/>
    </w:pPr>
    <w:rPr>
      <w:rFonts w:eastAsiaTheme="minorEastAsia"/>
      <w:noProof/>
      <w:lang w:val="en-AU"/>
    </w:rPr>
  </w:style>
  <w:style w:type="character" w:styleId="Hyperlink">
    <w:name w:val="Hyperlink"/>
    <w:basedOn w:val="DefaultParagraphFont"/>
    <w:uiPriority w:val="99"/>
    <w:unhideWhenUsed/>
    <w:rsid w:val="004434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D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B4D36"/>
    <w:rPr>
      <w:rFonts w:ascii="Calibri" w:eastAsiaTheme="majorEastAsia" w:hAnsi="Calibri" w:cstheme="majorBidi"/>
      <w:b/>
      <w:bCs/>
      <w:color w:val="000000" w:themeColor="text1"/>
      <w:sz w:val="36"/>
      <w:szCs w:val="28"/>
      <w:lang w:val="en-AU"/>
    </w:rPr>
  </w:style>
  <w:style w:type="paragraph" w:styleId="Title">
    <w:name w:val="Title"/>
    <w:basedOn w:val="NoSpacing"/>
    <w:next w:val="Normal"/>
    <w:link w:val="TitleChar"/>
    <w:uiPriority w:val="10"/>
    <w:qFormat/>
    <w:rsid w:val="005E725A"/>
    <w:rPr>
      <w:rFonts w:eastAsiaTheme="majorEastAsia" w:cstheme="minorHAnsi"/>
      <w:b/>
      <w:color w:val="1B75BC"/>
      <w:spacing w:val="5"/>
      <w:sz w:val="60"/>
      <w:szCs w:val="60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5E725A"/>
    <w:rPr>
      <w:rFonts w:eastAsiaTheme="majorEastAsia" w:cstheme="minorHAnsi"/>
      <w:b/>
      <w:color w:val="1B75BC"/>
      <w:spacing w:val="5"/>
      <w:sz w:val="60"/>
      <w:szCs w:val="60"/>
      <w:lang w:val="en-AU"/>
    </w:rPr>
  </w:style>
  <w:style w:type="paragraph" w:customStyle="1" w:styleId="Intro">
    <w:name w:val="Intro"/>
    <w:basedOn w:val="Normal"/>
    <w:qFormat/>
    <w:rsid w:val="005E725A"/>
    <w:rPr>
      <w:rFonts w:cstheme="minorHAnsi"/>
      <w:b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E72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25A"/>
  </w:style>
  <w:style w:type="paragraph" w:styleId="Footer">
    <w:name w:val="footer"/>
    <w:basedOn w:val="Normal"/>
    <w:link w:val="FooterChar"/>
    <w:uiPriority w:val="99"/>
    <w:unhideWhenUsed/>
    <w:rsid w:val="005E72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25A"/>
  </w:style>
  <w:style w:type="character" w:styleId="CommentReference">
    <w:name w:val="annotation reference"/>
    <w:basedOn w:val="DefaultParagraphFont"/>
    <w:uiPriority w:val="99"/>
    <w:semiHidden/>
    <w:unhideWhenUsed/>
    <w:rsid w:val="003C39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917"/>
    <w:pPr>
      <w:widowControl/>
      <w:spacing w:line="240" w:lineRule="auto"/>
    </w:pPr>
    <w:rPr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917"/>
    <w:rPr>
      <w:sz w:val="20"/>
      <w:szCs w:val="20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3C3917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47C4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joboutlook.gov.a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jobactive.gov.a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jobs.gov.au/help-workers-who-have-recently-lost-their-job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hatsnext.jobs.gov.au/changing-lan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EB6A9-7BCE-44ED-A198-3460F5FC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C733F93B.dotm</Template>
  <TotalTime>131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JEFFERY,Jessica</dc:creator>
  <cp:lastModifiedBy>GEASLEY,Therese</cp:lastModifiedBy>
  <cp:revision>16</cp:revision>
  <cp:lastPrinted>2016-06-23T05:39:00Z</cp:lastPrinted>
  <dcterms:created xsi:type="dcterms:W3CDTF">2016-09-20T02:02:00Z</dcterms:created>
  <dcterms:modified xsi:type="dcterms:W3CDTF">2018-03-06T05:51:00Z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LastSaved">
    <vt:filetime>2016-06-23T00:00:00Z</vt:filetime>
  </property>
</Properties>
</file>